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alias w:val="Enter Your Name:"/>
        <w:tag w:val="Enter Your Name:"/>
        <w:id w:val="-1536876240"/>
        <w:placeholder>
          <w:docPart w:val="F07DD06F4C904A0D9FFECC42069A9131"/>
        </w:placeholder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7B98ACE3" w14:textId="7323ACB4" w:rsidR="00BD4371" w:rsidRPr="002B54EE" w:rsidRDefault="00F26571" w:rsidP="002B54EE">
          <w:pPr>
            <w:pStyle w:val="ContactInfo"/>
          </w:pPr>
          <w:r>
            <w:t>John Adams</w:t>
          </w:r>
        </w:p>
      </w:sdtContent>
    </w:sdt>
    <w:p w14:paraId="2B2D744E" w14:textId="779B63AD" w:rsidR="00844C0C" w:rsidRDefault="00F26571">
      <w:pPr>
        <w:pStyle w:val="ContactInfo"/>
      </w:pPr>
      <w:r w:rsidRPr="00F26571">
        <w:t>133 Franklin Street</w:t>
      </w:r>
    </w:p>
    <w:p w14:paraId="09D3A749" w14:textId="56C576D2" w:rsidR="00844C0C" w:rsidRDefault="00F26571">
      <w:pPr>
        <w:pStyle w:val="ContactInfo"/>
      </w:pPr>
      <w:r>
        <w:t>Quincy, MA 02122</w:t>
      </w:r>
    </w:p>
    <w:sdt>
      <w:sdtPr>
        <w:alias w:val="Enter Date:"/>
        <w:tag w:val="Enter Date:"/>
        <w:id w:val="483282089"/>
        <w:placeholder>
          <w:docPart w:val="87274B74A4634562964F95FDFE798DBF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/>
      </w:sdtPr>
      <w:sdtContent>
        <w:p w14:paraId="17C551EC" w14:textId="06E6EFE3" w:rsidR="00844C0C" w:rsidRPr="009B556D" w:rsidRDefault="00F26571" w:rsidP="009B556D">
          <w:pPr>
            <w:pStyle w:val="Date"/>
          </w:pPr>
          <w:r>
            <w:t>March 1, 1798</w:t>
          </w:r>
        </w:p>
      </w:sdtContent>
    </w:sdt>
    <w:p w14:paraId="07E47945" w14:textId="0AE1223C" w:rsidR="00844C0C" w:rsidRPr="008A4F21" w:rsidRDefault="00000000" w:rsidP="008A4F21">
      <w:pPr>
        <w:pStyle w:val="ContactInfo"/>
      </w:pPr>
      <w:sdt>
        <w:sdtPr>
          <w:alias w:val="Enter Recipient Name:"/>
          <w:tag w:val="Enter Recipient Name:"/>
          <w:id w:val="-700397386"/>
          <w:placeholder>
            <w:docPart w:val="E7E0967DE67141288110DEE5AF8F5A75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Content>
          <w:r w:rsidR="00F26571">
            <w:t>Thomas</w:t>
          </w:r>
        </w:sdtContent>
      </w:sdt>
    </w:p>
    <w:p w14:paraId="630CF7D3" w14:textId="5F3C5C85" w:rsidR="00844C0C" w:rsidRDefault="00F26571">
      <w:pPr>
        <w:pStyle w:val="ContactInfo"/>
      </w:pPr>
      <w:r w:rsidRPr="00F26571">
        <w:t>1600 Pennsylvania Ave</w:t>
      </w:r>
      <w:r>
        <w:t>, NW</w:t>
      </w:r>
    </w:p>
    <w:p w14:paraId="038C367E" w14:textId="79285BDA" w:rsidR="00844C0C" w:rsidRDefault="00F26571">
      <w:pPr>
        <w:pStyle w:val="ContactInfo"/>
      </w:pPr>
      <w:r>
        <w:t>Washington, DC 20500</w:t>
      </w:r>
    </w:p>
    <w:p w14:paraId="35133546" w14:textId="1734F1CD" w:rsidR="00844C0C" w:rsidRPr="008A4F21" w:rsidRDefault="007B057E" w:rsidP="008A4F21">
      <w:pPr>
        <w:pStyle w:val="Salutation"/>
      </w:pPr>
      <w:r w:rsidRPr="008A4F21">
        <w:t>Dear</w:t>
      </w:r>
      <w:r w:rsidR="008A4F21">
        <w:t xml:space="preserve"> </w:t>
      </w:r>
      <w:sdt>
        <w:sdtPr>
          <w:alias w:val="Enter Recipient Name:"/>
          <w:tag w:val="Enter Recipient Name:"/>
          <w:id w:val="1653406120"/>
          <w:placeholder>
            <w:docPart w:val="E412614CE984417192CCF9E1D2611E3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Content>
          <w:r w:rsidR="00F26571">
            <w:t>Thomas</w:t>
          </w:r>
        </w:sdtContent>
      </w:sdt>
      <w:r w:rsidRPr="008A4F21">
        <w:t>:</w:t>
      </w:r>
    </w:p>
    <w:sdt>
      <w:sdtPr>
        <w:alias w:val="Enter Letter Body:"/>
        <w:tag w:val="Enter Letter Body:"/>
        <w:id w:val="1725945368"/>
        <w:placeholder>
          <w:docPart w:val="8D0CFE03ABC441E0A9B8DF75F9B6469D"/>
        </w:placeholder>
        <w:temporary/>
        <w:showingPlcHdr/>
        <w15:appearance w15:val="hidden"/>
      </w:sdtPr>
      <w:sdtContent>
        <w:p w14:paraId="3CEF8C6E" w14:textId="77777777" w:rsidR="00DD3AED" w:rsidRDefault="00DD3AED" w:rsidP="00DD3AED">
          <w:r>
            <w:t>Thank you for the lovely gift of flowers that you sent to me. Your gift brightened my day, and it continues to brighten my home.</w:t>
          </w:r>
        </w:p>
        <w:p w14:paraId="4CEB352C" w14:textId="77777777" w:rsidR="00DD3AED" w:rsidRDefault="00DD3AED">
          <w:r>
            <w:t>It was so nice to be remembered by you! Your thoughtfulness means so much to me.</w:t>
          </w:r>
        </w:p>
      </w:sdtContent>
    </w:sdt>
    <w:sdt>
      <w:sdtPr>
        <w:alias w:val="Sincerely:"/>
        <w:tag w:val="Sincerely:"/>
        <w:id w:val="-1591230020"/>
        <w:placeholder>
          <w:docPart w:val="686A4B2D6B024BE2AF41966DA03E4DE0"/>
        </w:placeholder>
        <w:temporary/>
        <w:showingPlcHdr/>
        <w15:appearance w15:val="hidden"/>
      </w:sdtPr>
      <w:sdtContent>
        <w:p w14:paraId="7663B152" w14:textId="77777777" w:rsidR="00DD3AED" w:rsidRPr="00DD3AED" w:rsidRDefault="00DD3AED" w:rsidP="00DD3AED">
          <w:pPr>
            <w:pStyle w:val="Closing"/>
          </w:pPr>
          <w:r w:rsidRPr="00DD3AED">
            <w:t>Sincerely,</w:t>
          </w:r>
        </w:p>
      </w:sdtContent>
    </w:sdt>
    <w:sdt>
      <w:sdtPr>
        <w:alias w:val="Enter Your Name:"/>
        <w:tag w:val="Enter Your Name:"/>
        <w:id w:val="-944534798"/>
        <w:placeholder>
          <w:docPart w:val="5B8247932A354DDBB0470AFB15AD66E9"/>
        </w:placeholder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69969CE9" w14:textId="7624B66A" w:rsidR="00BD4371" w:rsidRPr="002B54EE" w:rsidRDefault="00BD4371" w:rsidP="002B54EE">
          <w:pPr>
            <w:pStyle w:val="Signature"/>
          </w:pPr>
          <w:r>
            <w:t>John Adams</w:t>
          </w:r>
        </w:p>
      </w:sdtContent>
    </w:sdt>
    <w:sectPr w:rsidR="00BD4371" w:rsidRPr="002B54EE">
      <w:headerReference w:type="defaul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D2B6A" w14:textId="77777777" w:rsidR="00AC6050" w:rsidRDefault="00AC6050">
      <w:pPr>
        <w:spacing w:after="0" w:line="240" w:lineRule="auto"/>
      </w:pPr>
      <w:r>
        <w:separator/>
      </w:r>
    </w:p>
  </w:endnote>
  <w:endnote w:type="continuationSeparator" w:id="0">
    <w:p w14:paraId="783AE536" w14:textId="77777777" w:rsidR="00AC6050" w:rsidRDefault="00AC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D76B" w14:textId="77777777" w:rsidR="00AC6050" w:rsidRDefault="00AC6050">
      <w:pPr>
        <w:spacing w:after="0" w:line="240" w:lineRule="auto"/>
      </w:pPr>
      <w:r>
        <w:separator/>
      </w:r>
    </w:p>
  </w:footnote>
  <w:footnote w:type="continuationSeparator" w:id="0">
    <w:p w14:paraId="5E4C8CA1" w14:textId="77777777" w:rsidR="00AC6050" w:rsidRDefault="00AC6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6374" w14:textId="35B79006" w:rsidR="00844C0C" w:rsidRDefault="00000000">
    <w:pPr>
      <w:pStyle w:val="Header"/>
    </w:pPr>
    <w:sdt>
      <w:sdtPr>
        <w:alias w:val="Enter Recipient Name:"/>
        <w:tag w:val="Enter Recipient Name:"/>
        <w:id w:val="853076239"/>
        <w:placeholder>
          <w:docPart w:val="8D0CFE03ABC441E0A9B8DF75F9B6469D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/>
      </w:sdtPr>
      <w:sdtContent>
        <w:r w:rsidR="00F26571">
          <w:t>Thomas</w:t>
        </w:r>
      </w:sdtContent>
    </w:sdt>
  </w:p>
  <w:sdt>
    <w:sdtPr>
      <w:alias w:val="Enter Date:"/>
      <w:tag w:val="Enter Date:"/>
      <w:id w:val="-1782640352"/>
      <w:placeholder>
        <w:docPart w:val="5B8247932A354DDBB0470AFB15AD66E9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Content>
      <w:p w14:paraId="2D662A24" w14:textId="22776F7D" w:rsidR="00A45585" w:rsidRDefault="00F26571" w:rsidP="00A45585">
        <w:pPr>
          <w:pStyle w:val="Header"/>
        </w:pPr>
        <w:r>
          <w:t>March 1, 1798</w:t>
        </w:r>
      </w:p>
    </w:sdtContent>
  </w:sdt>
  <w:p w14:paraId="436B681E" w14:textId="77777777" w:rsidR="00844C0C" w:rsidRDefault="007B057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D437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F743F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EDE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43C61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5760FE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AEC3B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D2AEBD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C6204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04D84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829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BAFB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2983651">
    <w:abstractNumId w:val="9"/>
  </w:num>
  <w:num w:numId="2" w16cid:durableId="1181429972">
    <w:abstractNumId w:val="7"/>
  </w:num>
  <w:num w:numId="3" w16cid:durableId="738088899">
    <w:abstractNumId w:val="6"/>
  </w:num>
  <w:num w:numId="4" w16cid:durableId="311565283">
    <w:abstractNumId w:val="5"/>
  </w:num>
  <w:num w:numId="5" w16cid:durableId="1641808438">
    <w:abstractNumId w:val="4"/>
  </w:num>
  <w:num w:numId="6" w16cid:durableId="1197082998">
    <w:abstractNumId w:val="8"/>
  </w:num>
  <w:num w:numId="7" w16cid:durableId="1183205190">
    <w:abstractNumId w:val="3"/>
  </w:num>
  <w:num w:numId="8" w16cid:durableId="663169109">
    <w:abstractNumId w:val="2"/>
  </w:num>
  <w:num w:numId="9" w16cid:durableId="2047634130">
    <w:abstractNumId w:val="1"/>
  </w:num>
  <w:num w:numId="10" w16cid:durableId="87323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571"/>
    <w:rsid w:val="00046593"/>
    <w:rsid w:val="0009307F"/>
    <w:rsid w:val="000E7BC0"/>
    <w:rsid w:val="00105AA8"/>
    <w:rsid w:val="001F3936"/>
    <w:rsid w:val="002B54EE"/>
    <w:rsid w:val="002D5234"/>
    <w:rsid w:val="0031500C"/>
    <w:rsid w:val="00331B28"/>
    <w:rsid w:val="003B1EC2"/>
    <w:rsid w:val="003D6D6F"/>
    <w:rsid w:val="004A7665"/>
    <w:rsid w:val="004A7D2B"/>
    <w:rsid w:val="004C422E"/>
    <w:rsid w:val="0059698A"/>
    <w:rsid w:val="005E5BF9"/>
    <w:rsid w:val="005E7E93"/>
    <w:rsid w:val="0063447F"/>
    <w:rsid w:val="0068116A"/>
    <w:rsid w:val="00686327"/>
    <w:rsid w:val="006E0DBE"/>
    <w:rsid w:val="006F5EC2"/>
    <w:rsid w:val="00763234"/>
    <w:rsid w:val="007B057E"/>
    <w:rsid w:val="00802520"/>
    <w:rsid w:val="008342D0"/>
    <w:rsid w:val="0083589B"/>
    <w:rsid w:val="00844C0C"/>
    <w:rsid w:val="008A4F21"/>
    <w:rsid w:val="008E4979"/>
    <w:rsid w:val="009B556D"/>
    <w:rsid w:val="00A45585"/>
    <w:rsid w:val="00A460E2"/>
    <w:rsid w:val="00AB3973"/>
    <w:rsid w:val="00AB7BE1"/>
    <w:rsid w:val="00AC6050"/>
    <w:rsid w:val="00B1175D"/>
    <w:rsid w:val="00B849ED"/>
    <w:rsid w:val="00BD4371"/>
    <w:rsid w:val="00C57C97"/>
    <w:rsid w:val="00DD3AED"/>
    <w:rsid w:val="00E34199"/>
    <w:rsid w:val="00E97AA7"/>
    <w:rsid w:val="00F26571"/>
    <w:rsid w:val="00F94410"/>
    <w:rsid w:val="00FD3A30"/>
    <w:rsid w:val="00FF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E0A46A"/>
  <w15:chartTrackingRefBased/>
  <w15:docId w15:val="{D6552887-6E2D-4CA2-8842-FBF1EEB3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6" w:unhideWhenUsed="1" w:qFormat="1"/>
    <w:lsdException w:name="heading 2" w:semiHidden="1" w:uiPriority="6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71"/>
  </w:style>
  <w:style w:type="paragraph" w:styleId="Heading1">
    <w:name w:val="heading 1"/>
    <w:basedOn w:val="Normal"/>
    <w:next w:val="Normal"/>
    <w:link w:val="Heading1Char"/>
    <w:uiPriority w:val="6"/>
    <w:semiHidden/>
    <w:unhideWhenUsed/>
    <w:qFormat/>
    <w:rsid w:val="00A460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6"/>
    <w:semiHidden/>
    <w:unhideWhenUsed/>
    <w:qFormat/>
    <w:rsid w:val="00A460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6"/>
    <w:semiHidden/>
    <w:unhideWhenUsed/>
    <w:qFormat/>
    <w:rsid w:val="00A460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semiHidden/>
    <w:unhideWhenUsed/>
    <w:qFormat/>
    <w:rsid w:val="00A460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rsid w:val="00A460E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6"/>
    <w:semiHidden/>
    <w:unhideWhenUsed/>
    <w:qFormat/>
    <w:rsid w:val="00A460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rsid w:val="00A460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rsid w:val="00A460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rsid w:val="00A460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uiPriority w:val="4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uiPriority w:val="5"/>
    <w:qFormat/>
    <w:pPr>
      <w:keepNext/>
      <w:spacing w:after="360"/>
      <w:contextualSpacing/>
    </w:pPr>
  </w:style>
  <w:style w:type="paragraph" w:styleId="Date">
    <w:name w:val="Date"/>
    <w:basedOn w:val="Normal"/>
    <w:next w:val="Normal"/>
    <w:uiPriority w:val="2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234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63234"/>
  </w:style>
  <w:style w:type="character" w:styleId="PlaceholderText">
    <w:name w:val="Placeholder Text"/>
    <w:basedOn w:val="DefaultParagraphFont"/>
    <w:uiPriority w:val="99"/>
    <w:semiHidden/>
    <w:rsid w:val="0083589B"/>
    <w:rPr>
      <w:color w:val="595959" w:themeColor="text1" w:themeTint="A6"/>
    </w:rPr>
  </w:style>
  <w:style w:type="paragraph" w:styleId="Salutation">
    <w:name w:val="Salutation"/>
    <w:basedOn w:val="Normal"/>
    <w:next w:val="Normal"/>
    <w:uiPriority w:val="3"/>
    <w:qFormat/>
    <w:pPr>
      <w:spacing w:before="400" w:after="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60E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0E2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460E2"/>
  </w:style>
  <w:style w:type="paragraph" w:styleId="BlockText">
    <w:name w:val="Block Text"/>
    <w:basedOn w:val="Normal"/>
    <w:uiPriority w:val="99"/>
    <w:semiHidden/>
    <w:unhideWhenUsed/>
    <w:rsid w:val="003D6D6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A460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60E2"/>
  </w:style>
  <w:style w:type="paragraph" w:styleId="BodyText2">
    <w:name w:val="Body Text 2"/>
    <w:basedOn w:val="Normal"/>
    <w:link w:val="BodyText2Char"/>
    <w:uiPriority w:val="99"/>
    <w:semiHidden/>
    <w:unhideWhenUsed/>
    <w:rsid w:val="00A460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60E2"/>
  </w:style>
  <w:style w:type="paragraph" w:styleId="BodyText3">
    <w:name w:val="Body Text 3"/>
    <w:basedOn w:val="Normal"/>
    <w:link w:val="BodyText3Char"/>
    <w:uiPriority w:val="99"/>
    <w:semiHidden/>
    <w:unhideWhenUsed/>
    <w:rsid w:val="00A460E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460E2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460E2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460E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60E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60E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460E2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460E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460E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460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460E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60E2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460E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60E2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60E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0E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0E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0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0E2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460E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60E2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460E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460E2"/>
  </w:style>
  <w:style w:type="character" w:styleId="Emphasis">
    <w:name w:val="Emphasis"/>
    <w:basedOn w:val="DefaultParagraphFont"/>
    <w:uiPriority w:val="20"/>
    <w:semiHidden/>
    <w:unhideWhenUsed/>
    <w:qFormat/>
    <w:rsid w:val="00A460E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460E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460E2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460E2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460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460E2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D4371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371"/>
  </w:style>
  <w:style w:type="character" w:styleId="FootnoteReference">
    <w:name w:val="footnote reference"/>
    <w:basedOn w:val="DefaultParagraphFont"/>
    <w:uiPriority w:val="99"/>
    <w:semiHidden/>
    <w:unhideWhenUsed/>
    <w:rsid w:val="00A460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60E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0E2"/>
    <w:rPr>
      <w:szCs w:val="20"/>
    </w:rPr>
  </w:style>
  <w:style w:type="table" w:styleId="GridTable1Light">
    <w:name w:val="Grid Table 1 Light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460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460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460E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460E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460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460E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460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460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460E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460E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460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460E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6"/>
    <w:semiHidden/>
    <w:rsid w:val="00A460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6"/>
    <w:semiHidden/>
    <w:rsid w:val="00A460E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6"/>
    <w:semiHidden/>
    <w:rsid w:val="00A460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semiHidden/>
    <w:rsid w:val="00A460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A460E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6"/>
    <w:semiHidden/>
    <w:rsid w:val="00A460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A460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A460E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A460E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A460E2"/>
  </w:style>
  <w:style w:type="paragraph" w:styleId="HTMLAddress">
    <w:name w:val="HTML Address"/>
    <w:basedOn w:val="Normal"/>
    <w:link w:val="HTMLAddressChar"/>
    <w:uiPriority w:val="99"/>
    <w:semiHidden/>
    <w:unhideWhenUsed/>
    <w:rsid w:val="00A460E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460E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460E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460E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460E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460E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60E2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60E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460E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460E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460E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460E2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460E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460E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3589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3589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3589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3589B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460E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460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460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460E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460E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460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460E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460E2"/>
  </w:style>
  <w:style w:type="paragraph" w:styleId="List">
    <w:name w:val="List"/>
    <w:basedOn w:val="Normal"/>
    <w:uiPriority w:val="99"/>
    <w:semiHidden/>
    <w:unhideWhenUsed/>
    <w:rsid w:val="00A460E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460E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460E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460E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460E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460E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460E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460E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460E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460E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460E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460E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460E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460E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460E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460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460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460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460E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460E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460E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460E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460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460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460E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460E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460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460E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460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460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460E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460E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460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460E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460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460E2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460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460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460E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460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460E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A460E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460E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460E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460E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460E2"/>
  </w:style>
  <w:style w:type="character" w:styleId="PageNumber">
    <w:name w:val="page number"/>
    <w:basedOn w:val="DefaultParagraphFont"/>
    <w:uiPriority w:val="99"/>
    <w:semiHidden/>
    <w:unhideWhenUsed/>
    <w:rsid w:val="00A460E2"/>
  </w:style>
  <w:style w:type="table" w:styleId="PlainTable1">
    <w:name w:val="Plain Table 1"/>
    <w:basedOn w:val="TableNormal"/>
    <w:uiPriority w:val="41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4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460E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460E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60E2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A460E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460E2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A460E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A460E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A460E2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460E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460E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460E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460E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460E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460E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460E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460E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460E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460E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460E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460E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460E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460E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460E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460E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460E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460E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460E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46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A460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460E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460E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460E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460E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460E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460E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460E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46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460E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460E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460E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460E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460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460E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460E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460E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460E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460E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460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460E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460E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460E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460E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460E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46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460E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460E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460E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A46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A46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A460E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460E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460E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460E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460E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460E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460E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460E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460E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460E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460E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nn\AppData\Roaming\Microsoft\Templates\Thank%20you%20letter%20for%20personal%20gif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7DD06F4C904A0D9FFECC42069A9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50046-2386-4CF4-876E-135CAB6AA965}"/>
      </w:docPartPr>
      <w:docPartBody>
        <w:p w:rsidR="00000000" w:rsidRDefault="00000000">
          <w:pPr>
            <w:pStyle w:val="F07DD06F4C904A0D9FFECC42069A9131"/>
          </w:pPr>
          <w:r w:rsidRPr="002B54EE">
            <w:t>Your Name</w:t>
          </w:r>
        </w:p>
      </w:docPartBody>
    </w:docPart>
    <w:docPart>
      <w:docPartPr>
        <w:name w:val="87274B74A4634562964F95FDFE798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A0DE9-B2AD-4B90-B5A9-6422A7F47F23}"/>
      </w:docPartPr>
      <w:docPartBody>
        <w:p w:rsidR="00000000" w:rsidRDefault="00000000">
          <w:pPr>
            <w:pStyle w:val="87274B74A4634562964F95FDFE798DBF"/>
          </w:pPr>
          <w:r>
            <w:t>Date</w:t>
          </w:r>
        </w:p>
      </w:docPartBody>
    </w:docPart>
    <w:docPart>
      <w:docPartPr>
        <w:name w:val="E7E0967DE67141288110DEE5AF8F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DA52C-BA87-4624-8456-3F61A3FEECB3}"/>
      </w:docPartPr>
      <w:docPartBody>
        <w:p w:rsidR="00000000" w:rsidRDefault="00000000">
          <w:pPr>
            <w:pStyle w:val="E7E0967DE67141288110DEE5AF8F5A75"/>
          </w:pPr>
          <w:r w:rsidRPr="008A4F21">
            <w:t>Recipient Name</w:t>
          </w:r>
        </w:p>
      </w:docPartBody>
    </w:docPart>
    <w:docPart>
      <w:docPartPr>
        <w:name w:val="E412614CE984417192CCF9E1D2611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D036D-0813-4827-972C-C95B7522FE6C}"/>
      </w:docPartPr>
      <w:docPartBody>
        <w:p w:rsidR="00000000" w:rsidRDefault="00000000">
          <w:pPr>
            <w:pStyle w:val="E412614CE984417192CCF9E1D2611E34"/>
          </w:pPr>
          <w:r w:rsidRPr="008A4F21">
            <w:t>Recipient Name</w:t>
          </w:r>
        </w:p>
      </w:docPartBody>
    </w:docPart>
    <w:docPart>
      <w:docPartPr>
        <w:name w:val="8D0CFE03ABC441E0A9B8DF75F9B64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EF463-9BA4-441A-A79F-D1561FCB3FD9}"/>
      </w:docPartPr>
      <w:docPartBody>
        <w:p w:rsidR="00340EE6" w:rsidRDefault="00000000" w:rsidP="00DD3AED">
          <w:r>
            <w:t>Thank you for the lovely gift of flowers that you sent to me. Your gift brightened my day, and it continues to brighten my home.</w:t>
          </w:r>
        </w:p>
        <w:p w:rsidR="00000000" w:rsidRDefault="00000000">
          <w:pPr>
            <w:pStyle w:val="8D0CFE03ABC441E0A9B8DF75F9B6469D"/>
          </w:pPr>
          <w:r>
            <w:t xml:space="preserve">It was so nice to be remembered by you! Your </w:t>
          </w:r>
          <w:r>
            <w:t>thoughtfulness means so much to me.</w:t>
          </w:r>
        </w:p>
      </w:docPartBody>
    </w:docPart>
    <w:docPart>
      <w:docPartPr>
        <w:name w:val="686A4B2D6B024BE2AF41966DA03E4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BAF4F-7E31-4796-9860-316D693C3D18}"/>
      </w:docPartPr>
      <w:docPartBody>
        <w:p w:rsidR="00000000" w:rsidRDefault="00000000">
          <w:pPr>
            <w:pStyle w:val="686A4B2D6B024BE2AF41966DA03E4DE0"/>
          </w:pPr>
          <w:r w:rsidRPr="00DD3AED">
            <w:t>Sincerely,</w:t>
          </w:r>
        </w:p>
      </w:docPartBody>
    </w:docPart>
    <w:docPart>
      <w:docPartPr>
        <w:name w:val="5B8247932A354DDBB0470AFB15AD6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C5B79-A01F-4603-A490-13C6537AD9D0}"/>
      </w:docPartPr>
      <w:docPartBody>
        <w:p w:rsidR="00000000" w:rsidRDefault="00000000">
          <w:pPr>
            <w:pStyle w:val="5B8247932A354DDBB0470AFB15AD66E9"/>
          </w:pPr>
          <w:r w:rsidRPr="002B54EE">
            <w:rPr>
              <w:rStyle w:val="PlaceholderText"/>
            </w:rP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D6E"/>
    <w:rsid w:val="007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7DD06F4C904A0D9FFECC42069A9131">
    <w:name w:val="F07DD06F4C904A0D9FFECC42069A9131"/>
  </w:style>
  <w:style w:type="paragraph" w:customStyle="1" w:styleId="91416682156248FF8131171E89EC4B6E">
    <w:name w:val="91416682156248FF8131171E89EC4B6E"/>
  </w:style>
  <w:style w:type="paragraph" w:customStyle="1" w:styleId="026C4BDB4C2B4567AFB0964F183731E1">
    <w:name w:val="026C4BDB4C2B4567AFB0964F183731E1"/>
  </w:style>
  <w:style w:type="paragraph" w:customStyle="1" w:styleId="87274B74A4634562964F95FDFE798DBF">
    <w:name w:val="87274B74A4634562964F95FDFE798DBF"/>
  </w:style>
  <w:style w:type="paragraph" w:customStyle="1" w:styleId="E7E0967DE67141288110DEE5AF8F5A75">
    <w:name w:val="E7E0967DE67141288110DEE5AF8F5A75"/>
  </w:style>
  <w:style w:type="paragraph" w:customStyle="1" w:styleId="E412614CE984417192CCF9E1D2611E34">
    <w:name w:val="E412614CE984417192CCF9E1D2611E34"/>
  </w:style>
  <w:style w:type="paragraph" w:customStyle="1" w:styleId="8D0CFE03ABC441E0A9B8DF75F9B6469D">
    <w:name w:val="8D0CFE03ABC441E0A9B8DF75F9B6469D"/>
  </w:style>
  <w:style w:type="paragraph" w:customStyle="1" w:styleId="686A4B2D6B024BE2AF41966DA03E4DE0">
    <w:name w:val="686A4B2D6B024BE2AF41966DA03E4DE0"/>
  </w:style>
  <w:style w:type="character" w:styleId="PlaceholderText">
    <w:name w:val="Placeholder Text"/>
    <w:basedOn w:val="DefaultParagraphFont"/>
    <w:uiPriority w:val="99"/>
    <w:semiHidden/>
    <w:rPr>
      <w:color w:val="595959" w:themeColor="text1" w:themeTint="A6"/>
    </w:rPr>
  </w:style>
  <w:style w:type="paragraph" w:customStyle="1" w:styleId="5B8247932A354DDBB0470AFB15AD66E9">
    <w:name w:val="5B8247932A354DDBB0470AFB15AD6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March 1, 1798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Thank you letter for personal gift.dotx</Template>
  <TotalTime>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Adams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 Dunn</dc:creator>
  <cp:keywords>Thomas</cp:keywords>
  <cp:lastModifiedBy>Nat Dunn</cp:lastModifiedBy>
  <cp:revision>1</cp:revision>
  <dcterms:created xsi:type="dcterms:W3CDTF">2023-01-05T18:19:00Z</dcterms:created>
  <dcterms:modified xsi:type="dcterms:W3CDTF">2023-01-05T18:24:00Z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